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455" w:rsidRPr="00A31455" w:rsidRDefault="00013163" w:rsidP="00A31455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Technický</w:t>
      </w:r>
      <w:r w:rsidR="006A268C">
        <w:rPr>
          <w:b/>
          <w:sz w:val="36"/>
          <w:szCs w:val="36"/>
        </w:rPr>
        <w:t xml:space="preserve"> popis světlovodů </w:t>
      </w:r>
      <w:proofErr w:type="spellStart"/>
      <w:r w:rsidR="00A31455" w:rsidRPr="00A31455">
        <w:rPr>
          <w:b/>
          <w:sz w:val="36"/>
          <w:szCs w:val="36"/>
        </w:rPr>
        <w:t>Solatube</w:t>
      </w:r>
      <w:proofErr w:type="spellEnd"/>
      <w:r w:rsidR="00A31455" w:rsidRPr="00A31455">
        <w:rPr>
          <w:rFonts w:cs="Calibri"/>
          <w:b/>
          <w:sz w:val="36"/>
          <w:szCs w:val="36"/>
        </w:rPr>
        <w:t>®</w:t>
      </w:r>
    </w:p>
    <w:p w:rsidR="00A31455" w:rsidRDefault="00A31455" w:rsidP="00A31455">
      <w:pPr>
        <w:spacing w:after="0"/>
        <w:rPr>
          <w:b/>
        </w:rPr>
      </w:pPr>
    </w:p>
    <w:p w:rsidR="00A30FA9" w:rsidRDefault="00A30FA9" w:rsidP="00A31455">
      <w:pPr>
        <w:rPr>
          <w:b/>
        </w:rPr>
      </w:pPr>
      <w:r>
        <w:rPr>
          <w:b/>
        </w:rPr>
        <w:t>Systémové</w:t>
      </w:r>
      <w:r w:rsidRPr="00B23E58">
        <w:rPr>
          <w:b/>
        </w:rPr>
        <w:t xml:space="preserve"> řešení </w:t>
      </w:r>
      <w:r w:rsidR="006A268C">
        <w:rPr>
          <w:b/>
        </w:rPr>
        <w:t xml:space="preserve">světlovodů </w:t>
      </w:r>
      <w:proofErr w:type="spellStart"/>
      <w:r>
        <w:rPr>
          <w:b/>
        </w:rPr>
        <w:t>Solatube</w:t>
      </w:r>
      <w:proofErr w:type="spellEnd"/>
      <w:r>
        <w:rPr>
          <w:rFonts w:cs="Calibri"/>
          <w:b/>
        </w:rPr>
        <w:t>®</w:t>
      </w:r>
      <w:r w:rsidR="008F29A8">
        <w:rPr>
          <w:b/>
        </w:rPr>
        <w:t xml:space="preserve"> </w:t>
      </w:r>
      <w:proofErr w:type="spellStart"/>
      <w:r w:rsidR="008F29A8">
        <w:rPr>
          <w:b/>
        </w:rPr>
        <w:t>Brighten</w:t>
      </w:r>
      <w:proofErr w:type="spellEnd"/>
      <w:r w:rsidR="008F29A8">
        <w:rPr>
          <w:b/>
        </w:rPr>
        <w:t xml:space="preserve"> Up 16</w:t>
      </w:r>
      <w:r>
        <w:rPr>
          <w:b/>
        </w:rPr>
        <w:t>0</w:t>
      </w:r>
      <w:r w:rsidR="008F29A8">
        <w:rPr>
          <w:b/>
        </w:rPr>
        <w:t>-290</w:t>
      </w:r>
      <w:r>
        <w:rPr>
          <w:b/>
        </w:rPr>
        <w:t xml:space="preserve">DS průměru </w:t>
      </w:r>
      <w:r w:rsidR="008F29A8">
        <w:rPr>
          <w:b/>
        </w:rPr>
        <w:t>250-35</w:t>
      </w:r>
      <w:r>
        <w:rPr>
          <w:b/>
        </w:rPr>
        <w:t>0mm</w:t>
      </w:r>
    </w:p>
    <w:p w:rsidR="00A31455" w:rsidRDefault="008F29A8" w:rsidP="00A31455">
      <w:pPr>
        <w:jc w:val="both"/>
      </w:pPr>
      <w:r>
        <w:t>Akrylátová kopule světelné propustnosti &gt; 90</w:t>
      </w:r>
      <w:r w:rsidRPr="00D83E62">
        <w:t>%</w:t>
      </w:r>
      <w:r>
        <w:t xml:space="preserve"> s UVA 98,5%, UVB, UVC 100% inhibitory a osazením na kopulový kroužek, </w:t>
      </w:r>
      <w:r w:rsidR="00CC38E6">
        <w:t xml:space="preserve">technologie kopulového zrcátka </w:t>
      </w:r>
      <w:proofErr w:type="spellStart"/>
      <w:r w:rsidR="00CC38E6">
        <w:t>Light</w:t>
      </w:r>
      <w:proofErr w:type="spellEnd"/>
      <w:r w:rsidR="00CC38E6">
        <w:t xml:space="preserve"> </w:t>
      </w:r>
      <w:proofErr w:type="spellStart"/>
      <w:r w:rsidR="00CC38E6">
        <w:t>Tracker</w:t>
      </w:r>
      <w:proofErr w:type="spellEnd"/>
      <w:r>
        <w:t xml:space="preserve"> a Fresnelovy čočky pro zvýšení mno</w:t>
      </w:r>
      <w:r w:rsidR="006A268C">
        <w:t>žství přijatého světla. Z</w:t>
      </w:r>
      <w:r w:rsidR="00870F25">
        <w:t>akázkové čtvercové lemování</w:t>
      </w:r>
      <w:r w:rsidR="006A268C">
        <w:t xml:space="preserve"> z </w:t>
      </w:r>
      <w:proofErr w:type="spellStart"/>
      <w:r w:rsidR="006A268C">
        <w:t>pozinku</w:t>
      </w:r>
      <w:proofErr w:type="spellEnd"/>
      <w:r w:rsidR="00870F25">
        <w:t xml:space="preserve">. Kompozitní, tubusový hliníkový materiál </w:t>
      </w:r>
      <w:proofErr w:type="spellStart"/>
      <w:r w:rsidR="00CC38E6">
        <w:t>Cool</w:t>
      </w:r>
      <w:proofErr w:type="spellEnd"/>
      <w:r w:rsidR="00CC38E6">
        <w:t xml:space="preserve"> Tube</w:t>
      </w:r>
      <w:r w:rsidR="00870F25">
        <w:t xml:space="preserve"> redukující IR záření a tepelnou vodivost</w:t>
      </w:r>
      <w:r w:rsidR="00CC38E6">
        <w:t xml:space="preserve">. Polymerický odrazný materiál </w:t>
      </w:r>
      <w:proofErr w:type="spellStart"/>
      <w:r w:rsidR="00870F25" w:rsidRPr="005C139C">
        <w:t>Spectralight</w:t>
      </w:r>
      <w:proofErr w:type="spellEnd"/>
      <w:r w:rsidR="00870F25">
        <w:rPr>
          <w:rFonts w:cs="Calibri"/>
        </w:rPr>
        <w:t>®</w:t>
      </w:r>
      <w:r w:rsidR="00870F25" w:rsidRPr="005C139C">
        <w:t xml:space="preserve"> Infinity</w:t>
      </w:r>
      <w:r w:rsidR="00870F25">
        <w:t xml:space="preserve"> s odrazností 99,7% a indexem podání barev ~100 CRI. Kruhový difuzér</w:t>
      </w:r>
      <w:r w:rsidR="00870F25" w:rsidRPr="00870F25">
        <w:t xml:space="preserve"> </w:t>
      </w:r>
      <w:r w:rsidR="00870F25">
        <w:t>z temperovaného</w:t>
      </w:r>
      <w:r w:rsidR="00765D81">
        <w:t xml:space="preserve"> skla se světelnou propustností </w:t>
      </w:r>
      <w:r w:rsidR="00870F25">
        <w:t>&gt; 90</w:t>
      </w:r>
      <w:r w:rsidR="00870F25" w:rsidRPr="00D83E62">
        <w:t>%</w:t>
      </w:r>
      <w:r w:rsidR="00870F25">
        <w:t xml:space="preserve">. </w:t>
      </w:r>
      <w:r w:rsidR="00B83953">
        <w:t>Celkové množství přijatého slunečního záření g-</w:t>
      </w:r>
      <w:proofErr w:type="spellStart"/>
      <w:r w:rsidR="00B83953">
        <w:t>value</w:t>
      </w:r>
      <w:proofErr w:type="spellEnd"/>
      <w:r w:rsidR="00B83953">
        <w:t xml:space="preserve"> 0,61-0,62. Vzduchová neprůzvučnost celé sestavy </w:t>
      </w:r>
      <w:proofErr w:type="spellStart"/>
      <w:r w:rsidR="00765D81">
        <w:t>Rw</w:t>
      </w:r>
      <w:proofErr w:type="spellEnd"/>
      <w:r w:rsidR="00765D81">
        <w:t>=65dB.</w:t>
      </w:r>
      <w:r w:rsidR="006A268C">
        <w:t xml:space="preserve"> Součinitel prostupu tepla U=1,3W/m2K.</w:t>
      </w:r>
      <w:bookmarkStart w:id="0" w:name="_GoBack"/>
    </w:p>
    <w:bookmarkEnd w:id="0"/>
    <w:p w:rsidR="003C25F7" w:rsidRDefault="003C25F7" w:rsidP="00A31455">
      <w:pPr>
        <w:jc w:val="both"/>
      </w:pPr>
    </w:p>
    <w:p w:rsidR="00A31455" w:rsidRPr="00B23E58" w:rsidRDefault="00A31455" w:rsidP="00A31455">
      <w:pPr>
        <w:rPr>
          <w:b/>
        </w:rPr>
      </w:pPr>
      <w:r>
        <w:rPr>
          <w:b/>
        </w:rPr>
        <w:t>Legislativní předpisy</w:t>
      </w:r>
    </w:p>
    <w:p w:rsidR="00065305" w:rsidRDefault="00A31455" w:rsidP="006A268C">
      <w:pPr>
        <w:pStyle w:val="Odstavecseseznamem"/>
        <w:numPr>
          <w:ilvl w:val="0"/>
          <w:numId w:val="2"/>
        </w:numPr>
      </w:pPr>
      <w:r>
        <w:t>svět</w:t>
      </w:r>
      <w:r w:rsidR="006A268C">
        <w:t xml:space="preserve">lovody musí plnit nároky na denní osvětlenost dle výpočtu DO od EKOLA </w:t>
      </w:r>
      <w:proofErr w:type="spellStart"/>
      <w:r w:rsidR="006A268C">
        <w:t>group</w:t>
      </w:r>
      <w:proofErr w:type="spellEnd"/>
      <w:r w:rsidR="006A268C">
        <w:t xml:space="preserve"> spol. s r.o.</w:t>
      </w:r>
    </w:p>
    <w:p w:rsidR="006A268C" w:rsidRPr="006A268C" w:rsidRDefault="00A31455" w:rsidP="006A268C">
      <w:pPr>
        <w:pStyle w:val="Odstavecseseznamem"/>
        <w:numPr>
          <w:ilvl w:val="0"/>
          <w:numId w:val="2"/>
        </w:numPr>
      </w:pPr>
      <w:r>
        <w:t>světlovody musí mít platné CE o shodě dle nařízení EU č. 305/2011</w:t>
      </w:r>
    </w:p>
    <w:p w:rsidR="00A31455" w:rsidRPr="005E02C1" w:rsidRDefault="00013163" w:rsidP="00A31455">
      <w:pPr>
        <w:rPr>
          <w:b/>
        </w:rPr>
      </w:pPr>
      <w:r>
        <w:rPr>
          <w:b/>
        </w:rPr>
        <w:t>Výkaz světlovodů</w:t>
      </w:r>
    </w:p>
    <w:p w:rsidR="00A31455" w:rsidRDefault="006A268C" w:rsidP="00A31455">
      <w:pPr>
        <w:pStyle w:val="Odstavecseseznamem"/>
        <w:numPr>
          <w:ilvl w:val="0"/>
          <w:numId w:val="2"/>
        </w:numPr>
        <w:spacing w:after="0"/>
      </w:pPr>
      <w:r>
        <w:t xml:space="preserve">8x světlovod </w:t>
      </w:r>
      <w:proofErr w:type="spellStart"/>
      <w:r>
        <w:t>Solatube</w:t>
      </w:r>
      <w:proofErr w:type="spellEnd"/>
      <w:r>
        <w:rPr>
          <w:rFonts w:cs="Calibri"/>
          <w:b/>
        </w:rPr>
        <w:t>®</w:t>
      </w:r>
      <w:r>
        <w:t xml:space="preserve"> </w:t>
      </w:r>
      <w:proofErr w:type="spellStart"/>
      <w:r>
        <w:t>Brighten</w:t>
      </w:r>
      <w:proofErr w:type="spellEnd"/>
      <w:r>
        <w:t xml:space="preserve"> Up</w:t>
      </w:r>
      <w:r w:rsidR="00A31455">
        <w:t xml:space="preserve"> </w:t>
      </w:r>
      <w:r w:rsidR="00013163">
        <w:t xml:space="preserve">průměr </w:t>
      </w:r>
      <w:r>
        <w:t xml:space="preserve">250mm – 101; </w:t>
      </w:r>
    </w:p>
    <w:p w:rsidR="00A31455" w:rsidRDefault="006A268C" w:rsidP="00A31455">
      <w:pPr>
        <w:pStyle w:val="Odstavecseseznamem"/>
        <w:numPr>
          <w:ilvl w:val="0"/>
          <w:numId w:val="2"/>
        </w:numPr>
        <w:spacing w:after="0"/>
      </w:pPr>
      <w:r>
        <w:t>16</w:t>
      </w:r>
      <w:r w:rsidR="00A31455">
        <w:t>x</w:t>
      </w:r>
      <w:r>
        <w:t xml:space="preserve"> světlovod </w:t>
      </w:r>
      <w:proofErr w:type="spellStart"/>
      <w:r>
        <w:t>Solatube</w:t>
      </w:r>
      <w:proofErr w:type="spellEnd"/>
      <w:r>
        <w:rPr>
          <w:rFonts w:cs="Calibri"/>
          <w:b/>
        </w:rPr>
        <w:t>®</w:t>
      </w:r>
      <w:r>
        <w:t xml:space="preserve"> </w:t>
      </w:r>
      <w:proofErr w:type="spellStart"/>
      <w:r>
        <w:t>Brighten</w:t>
      </w:r>
      <w:proofErr w:type="spellEnd"/>
      <w:r>
        <w:t xml:space="preserve"> Up průměr 350mm </w:t>
      </w:r>
      <w:r w:rsidR="00013163">
        <w:t xml:space="preserve">průměr </w:t>
      </w:r>
      <w:r>
        <w:t>350mm – 115, 118;</w:t>
      </w:r>
    </w:p>
    <w:p w:rsidR="00E77DCC" w:rsidRPr="00A31455" w:rsidRDefault="00E77DCC" w:rsidP="00D90969">
      <w:pPr>
        <w:spacing w:after="0" w:line="240" w:lineRule="auto"/>
        <w:rPr>
          <w:rFonts w:ascii="CIDFont+F1" w:hAnsi="CIDFont+F1" w:cs="CIDFont+F1"/>
          <w:b/>
          <w:lang w:eastAsia="cs-CZ"/>
        </w:rPr>
      </w:pPr>
    </w:p>
    <w:p w:rsidR="00D90969" w:rsidRDefault="00D90969" w:rsidP="00D90969">
      <w:pPr>
        <w:spacing w:after="0" w:line="240" w:lineRule="auto"/>
      </w:pPr>
    </w:p>
    <w:sectPr w:rsidR="00D90969" w:rsidSect="00DE6567">
      <w:headerReference w:type="default" r:id="rId7"/>
      <w:footerReference w:type="default" r:id="rId8"/>
      <w:pgSz w:w="11906" w:h="16838" w:code="9"/>
      <w:pgMar w:top="294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73D" w:rsidRDefault="00F0573D" w:rsidP="00251798">
      <w:pPr>
        <w:spacing w:after="0" w:line="240" w:lineRule="auto"/>
      </w:pPr>
      <w:r>
        <w:separator/>
      </w:r>
    </w:p>
  </w:endnote>
  <w:endnote w:type="continuationSeparator" w:id="0">
    <w:p w:rsidR="00F0573D" w:rsidRDefault="00F0573D" w:rsidP="0025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798" w:rsidRPr="00251798" w:rsidRDefault="00251798" w:rsidP="00452AA2">
    <w:pPr>
      <w:pStyle w:val="Zpat"/>
      <w:tabs>
        <w:tab w:val="clear" w:pos="4536"/>
        <w:tab w:val="clear" w:pos="9072"/>
        <w:tab w:val="right" w:pos="9923"/>
      </w:tabs>
      <w:spacing w:after="0" w:line="240" w:lineRule="auto"/>
      <w:rPr>
        <w:sz w:val="16"/>
      </w:rPr>
    </w:pPr>
    <w:r w:rsidRPr="00251798">
      <w:rPr>
        <w:b/>
        <w:sz w:val="16"/>
        <w:szCs w:val="19"/>
      </w:rPr>
      <w:t>WT-WINDOWS TOMORROW s.r.o.</w:t>
    </w:r>
    <w:r w:rsidRPr="00251798">
      <w:rPr>
        <w:sz w:val="16"/>
        <w:szCs w:val="19"/>
      </w:rPr>
      <w:t xml:space="preserve"> </w:t>
    </w:r>
    <w:r w:rsidRPr="00251798">
      <w:rPr>
        <w:sz w:val="16"/>
        <w:szCs w:val="19"/>
        <w:lang w:val="en-US"/>
      </w:rPr>
      <w:t xml:space="preserve">| </w:t>
    </w:r>
    <w:proofErr w:type="spellStart"/>
    <w:r w:rsidRPr="00251798">
      <w:rPr>
        <w:sz w:val="16"/>
        <w:szCs w:val="19"/>
        <w:lang w:val="en-US"/>
      </w:rPr>
      <w:t>Spojovací</w:t>
    </w:r>
    <w:proofErr w:type="spellEnd"/>
    <w:r w:rsidRPr="00251798">
      <w:rPr>
        <w:sz w:val="16"/>
        <w:szCs w:val="19"/>
        <w:lang w:val="en-US"/>
      </w:rPr>
      <w:t xml:space="preserve"> 136, 252 62 </w:t>
    </w:r>
    <w:proofErr w:type="spellStart"/>
    <w:r w:rsidRPr="00251798">
      <w:rPr>
        <w:sz w:val="16"/>
        <w:szCs w:val="19"/>
        <w:lang w:val="en-US"/>
      </w:rPr>
      <w:t>Horoměřice</w:t>
    </w:r>
    <w:proofErr w:type="spellEnd"/>
    <w:r w:rsidRPr="00251798">
      <w:rPr>
        <w:sz w:val="16"/>
        <w:szCs w:val="19"/>
        <w:lang w:val="en-US"/>
      </w:rPr>
      <w:t xml:space="preserve"> | +420 608 918 484 | info@solatube.cz | </w:t>
    </w:r>
    <w:r w:rsidR="00315FDC">
      <w:rPr>
        <w:sz w:val="16"/>
        <w:szCs w:val="19"/>
        <w:lang w:val="en-US"/>
      </w:rPr>
      <w:t>www.solatube.cz</w:t>
    </w:r>
    <w:r w:rsidR="00315FDC">
      <w:rPr>
        <w:sz w:val="16"/>
        <w:szCs w:val="19"/>
        <w:lang w:val="en-US"/>
      </w:rPr>
      <w:tab/>
    </w:r>
    <w:r w:rsidR="00315FDC" w:rsidRPr="00452AA2">
      <w:rPr>
        <w:i/>
        <w:sz w:val="16"/>
        <w:szCs w:val="19"/>
      </w:rPr>
      <w:t>stránka</w:t>
    </w:r>
    <w:r w:rsidR="00315FDC" w:rsidRPr="00452AA2">
      <w:rPr>
        <w:i/>
        <w:sz w:val="16"/>
        <w:szCs w:val="19"/>
        <w:lang w:val="en-US"/>
      </w:rPr>
      <w:t xml:space="preserve"> 1 z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73D" w:rsidRDefault="00F0573D" w:rsidP="00251798">
      <w:pPr>
        <w:spacing w:after="0" w:line="240" w:lineRule="auto"/>
      </w:pPr>
      <w:r>
        <w:separator/>
      </w:r>
    </w:p>
  </w:footnote>
  <w:footnote w:type="continuationSeparator" w:id="0">
    <w:p w:rsidR="00F0573D" w:rsidRDefault="00F0573D" w:rsidP="00251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492" w:rsidRDefault="00364627" w:rsidP="00B94EE4">
    <w:pPr>
      <w:pStyle w:val="Zhlav"/>
      <w:tabs>
        <w:tab w:val="clear" w:pos="4536"/>
        <w:tab w:val="clear" w:pos="9072"/>
        <w:tab w:val="left" w:pos="5529"/>
      </w:tabs>
      <w:spacing w:after="0" w:line="240" w:lineRule="auto"/>
      <w:rPr>
        <w:b/>
        <w:color w:val="0070C0"/>
        <w:sz w:val="28"/>
      </w:rPr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left</wp:align>
          </wp:positionH>
          <wp:positionV relativeFrom="margin">
            <wp:posOffset>-1226185</wp:posOffset>
          </wp:positionV>
          <wp:extent cx="2757805" cy="575945"/>
          <wp:effectExtent l="0" t="0" r="4445" b="0"/>
          <wp:wrapNone/>
          <wp:docPr id="2" name="obrázek 2" descr="Solatube-logo-s-dovetk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latube-logo-s-dovetk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0" t="17932" r="7784" b="19191"/>
                  <a:stretch>
                    <a:fillRect/>
                  </a:stretch>
                </pic:blipFill>
                <pic:spPr bwMode="auto">
                  <a:xfrm>
                    <a:off x="0" y="0"/>
                    <a:ext cx="275780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492">
      <w:rPr>
        <w:color w:val="0070C0"/>
        <w:sz w:val="24"/>
      </w:rPr>
      <w:tab/>
    </w:r>
    <w:r w:rsidR="00A66492" w:rsidRPr="00A66492">
      <w:rPr>
        <w:b/>
        <w:color w:val="0070C0"/>
        <w:sz w:val="28"/>
      </w:rPr>
      <w:t>WT-WINDOWS TOMORROW s.r.o.</w:t>
    </w:r>
  </w:p>
  <w:p w:rsidR="00A66492" w:rsidRPr="00452AA2" w:rsidRDefault="00A66492" w:rsidP="00B94EE4">
    <w:pPr>
      <w:pStyle w:val="Zhlav"/>
      <w:tabs>
        <w:tab w:val="clear" w:pos="4536"/>
        <w:tab w:val="clear" w:pos="9072"/>
        <w:tab w:val="left" w:pos="5529"/>
        <w:tab w:val="left" w:pos="7088"/>
      </w:tabs>
      <w:spacing w:after="0" w:line="240" w:lineRule="auto"/>
      <w:rPr>
        <w:sz w:val="18"/>
      </w:rPr>
    </w:pPr>
    <w:r>
      <w:rPr>
        <w:color w:val="0070C0"/>
        <w:sz w:val="20"/>
      </w:rPr>
      <w:tab/>
    </w:r>
    <w:r w:rsidRPr="00452AA2">
      <w:rPr>
        <w:sz w:val="18"/>
      </w:rPr>
      <w:t>IČ: 25019473</w:t>
    </w:r>
    <w:r w:rsidRPr="00452AA2">
      <w:rPr>
        <w:sz w:val="18"/>
      </w:rPr>
      <w:tab/>
      <w:t>DIČ: CZ25019473</w:t>
    </w:r>
  </w:p>
  <w:p w:rsidR="00A66492" w:rsidRPr="00452AA2" w:rsidRDefault="00A66492" w:rsidP="00B94EE4">
    <w:pPr>
      <w:pStyle w:val="Zhlav"/>
      <w:tabs>
        <w:tab w:val="clear" w:pos="4536"/>
        <w:tab w:val="clear" w:pos="9072"/>
        <w:tab w:val="left" w:pos="5529"/>
      </w:tabs>
      <w:spacing w:after="0" w:line="240" w:lineRule="auto"/>
      <w:rPr>
        <w:sz w:val="18"/>
      </w:rPr>
    </w:pPr>
    <w:r w:rsidRPr="00452AA2">
      <w:rPr>
        <w:sz w:val="18"/>
      </w:rPr>
      <w:tab/>
      <w:t>Spojovací 136, 252 62 Horoměřice</w:t>
    </w:r>
  </w:p>
  <w:p w:rsidR="00B94EE4" w:rsidRPr="00452AA2" w:rsidRDefault="00A66492" w:rsidP="002D5163">
    <w:pPr>
      <w:pStyle w:val="Zhlav"/>
      <w:tabs>
        <w:tab w:val="clear" w:pos="4536"/>
        <w:tab w:val="clear" w:pos="9072"/>
        <w:tab w:val="left" w:pos="5529"/>
        <w:tab w:val="left" w:pos="6946"/>
      </w:tabs>
      <w:spacing w:after="0" w:line="240" w:lineRule="auto"/>
      <w:rPr>
        <w:sz w:val="18"/>
      </w:rPr>
    </w:pPr>
    <w:r w:rsidRPr="00452AA2">
      <w:rPr>
        <w:sz w:val="18"/>
      </w:rPr>
      <w:tab/>
      <w:t>+420 608 918</w:t>
    </w:r>
    <w:r w:rsidR="00B94EE4" w:rsidRPr="00452AA2">
      <w:rPr>
        <w:sz w:val="18"/>
      </w:rPr>
      <w:t> </w:t>
    </w:r>
    <w:r w:rsidRPr="00452AA2">
      <w:rPr>
        <w:sz w:val="18"/>
      </w:rPr>
      <w:t>484</w:t>
    </w:r>
    <w:r w:rsidR="00B94EE4" w:rsidRPr="00452AA2">
      <w:rPr>
        <w:sz w:val="18"/>
      </w:rPr>
      <w:tab/>
    </w:r>
    <w:r w:rsidRPr="00452AA2">
      <w:rPr>
        <w:sz w:val="18"/>
        <w:lang w:val="en-US"/>
      </w:rPr>
      <w:t>|</w:t>
    </w:r>
    <w:r w:rsidRPr="00452AA2">
      <w:rPr>
        <w:sz w:val="18"/>
      </w:rPr>
      <w:t xml:space="preserve"> </w:t>
    </w:r>
    <w:r w:rsidR="00B94EE4" w:rsidRPr="00452AA2">
      <w:rPr>
        <w:sz w:val="18"/>
      </w:rPr>
      <w:t xml:space="preserve"> info@solatube.cz</w:t>
    </w:r>
  </w:p>
  <w:p w:rsidR="00A66492" w:rsidRPr="00452AA2" w:rsidRDefault="00B94EE4" w:rsidP="002D5163">
    <w:pPr>
      <w:pStyle w:val="Zhlav"/>
      <w:tabs>
        <w:tab w:val="clear" w:pos="4536"/>
        <w:tab w:val="clear" w:pos="9072"/>
        <w:tab w:val="left" w:pos="5529"/>
        <w:tab w:val="left" w:pos="6946"/>
      </w:tabs>
      <w:spacing w:after="0" w:line="240" w:lineRule="auto"/>
      <w:rPr>
        <w:sz w:val="18"/>
      </w:rPr>
    </w:pPr>
    <w:r w:rsidRPr="00452AA2">
      <w:rPr>
        <w:sz w:val="18"/>
      </w:rPr>
      <w:tab/>
      <w:t>www.solatube.</w:t>
    </w:r>
    <w:proofErr w:type="gramStart"/>
    <w:r w:rsidRPr="00452AA2">
      <w:rPr>
        <w:sz w:val="18"/>
      </w:rPr>
      <w:t>cz</w:t>
    </w:r>
    <w:r w:rsidRPr="00452AA2">
      <w:rPr>
        <w:sz w:val="18"/>
      </w:rPr>
      <w:tab/>
    </w:r>
    <w:r w:rsidRPr="00452AA2">
      <w:rPr>
        <w:sz w:val="18"/>
        <w:lang w:val="en-US"/>
      </w:rPr>
      <w:t xml:space="preserve">| </w:t>
    </w:r>
    <w:r w:rsidRPr="00452AA2">
      <w:rPr>
        <w:sz w:val="18"/>
      </w:rPr>
      <w:t xml:space="preserve"> www</w:t>
    </w:r>
    <w:proofErr w:type="gramEnd"/>
    <w:r w:rsidRPr="00452AA2">
      <w:rPr>
        <w:sz w:val="18"/>
      </w:rPr>
      <w:t>.solatube.com</w:t>
    </w:r>
  </w:p>
  <w:p w:rsidR="00315FDC" w:rsidRDefault="00315FDC" w:rsidP="00315FDC">
    <w:pPr>
      <w:pStyle w:val="Zhlav"/>
      <w:tabs>
        <w:tab w:val="clear" w:pos="4536"/>
        <w:tab w:val="clear" w:pos="9072"/>
      </w:tabs>
      <w:spacing w:after="0" w:line="240" w:lineRule="auto"/>
      <w:rPr>
        <w:sz w:val="16"/>
      </w:rPr>
    </w:pPr>
  </w:p>
  <w:tbl>
    <w:tblPr>
      <w:tblW w:w="0" w:type="auto"/>
      <w:tblInd w:w="108" w:type="dxa"/>
      <w:tblBorders>
        <w:insideH w:val="single" w:sz="4" w:space="0" w:color="auto"/>
      </w:tblBorders>
      <w:shd w:val="clear" w:color="auto" w:fill="0070C0"/>
      <w:tblLook w:val="04A0" w:firstRow="1" w:lastRow="0" w:firstColumn="1" w:lastColumn="0" w:noHBand="0" w:noVBand="1"/>
    </w:tblPr>
    <w:tblGrid>
      <w:gridCol w:w="3094"/>
      <w:gridCol w:w="6436"/>
    </w:tblGrid>
    <w:tr w:rsidR="00B115E4" w:rsidRPr="00315FDC" w:rsidTr="00B115E4">
      <w:trPr>
        <w:trHeight w:val="283"/>
      </w:trPr>
      <w:tc>
        <w:tcPr>
          <w:tcW w:w="3118" w:type="dxa"/>
          <w:shd w:val="clear" w:color="auto" w:fill="0070C0"/>
          <w:vAlign w:val="center"/>
        </w:tcPr>
        <w:p w:rsidR="00B115E4" w:rsidRPr="00315FDC" w:rsidRDefault="00B115E4" w:rsidP="00B94EE4">
          <w:pPr>
            <w:pStyle w:val="Zhlav"/>
            <w:tabs>
              <w:tab w:val="clear" w:pos="4536"/>
              <w:tab w:val="clear" w:pos="9072"/>
            </w:tabs>
            <w:spacing w:after="0" w:line="240" w:lineRule="auto"/>
            <w:rPr>
              <w:b/>
              <w:color w:val="FFFFFF"/>
              <w:sz w:val="16"/>
            </w:rPr>
          </w:pPr>
          <w:r w:rsidRPr="00315FDC">
            <w:rPr>
              <w:b/>
              <w:color w:val="FFFFFF"/>
              <w:sz w:val="18"/>
            </w:rPr>
            <w:t>www.solatube.cz</w:t>
          </w:r>
        </w:p>
      </w:tc>
      <w:tc>
        <w:tcPr>
          <w:tcW w:w="6520" w:type="dxa"/>
          <w:shd w:val="clear" w:color="auto" w:fill="0070C0"/>
          <w:vAlign w:val="center"/>
        </w:tcPr>
        <w:p w:rsidR="00B115E4" w:rsidRPr="00315FDC" w:rsidRDefault="00B115E4" w:rsidP="00B115E4">
          <w:pPr>
            <w:pStyle w:val="Zhlav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b/>
              <w:color w:val="FFFFFF"/>
              <w:sz w:val="16"/>
            </w:rPr>
          </w:pPr>
          <w:r>
            <w:rPr>
              <w:b/>
              <w:color w:val="FFFFFF"/>
              <w:sz w:val="16"/>
            </w:rPr>
            <w:t xml:space="preserve">Výhradní dovozce originálních světlovodů </w:t>
          </w:r>
          <w:proofErr w:type="spellStart"/>
          <w:r>
            <w:rPr>
              <w:b/>
              <w:color w:val="FFFFFF"/>
              <w:sz w:val="16"/>
            </w:rPr>
            <w:t>Solatube</w:t>
          </w:r>
          <w:proofErr w:type="spellEnd"/>
          <w:r>
            <w:rPr>
              <w:b/>
              <w:color w:val="FFFFFF"/>
              <w:sz w:val="16"/>
            </w:rPr>
            <w:t>® do České republiky od roku 1997</w:t>
          </w:r>
        </w:p>
      </w:tc>
    </w:tr>
  </w:tbl>
  <w:p w:rsidR="00315FDC" w:rsidRPr="00896421" w:rsidRDefault="00315FDC" w:rsidP="00B94EE4">
    <w:pPr>
      <w:pStyle w:val="Zhlav"/>
      <w:tabs>
        <w:tab w:val="clear" w:pos="4536"/>
        <w:tab w:val="clear" w:pos="9072"/>
      </w:tabs>
      <w:spacing w:after="0"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215A9"/>
    <w:multiLevelType w:val="hybridMultilevel"/>
    <w:tmpl w:val="E2C8B44A"/>
    <w:lvl w:ilvl="0" w:tplc="B59A8612">
      <w:numFmt w:val="bullet"/>
      <w:lvlText w:val="-"/>
      <w:lvlJc w:val="left"/>
      <w:pPr>
        <w:ind w:left="720" w:hanging="360"/>
      </w:pPr>
      <w:rPr>
        <w:rFonts w:ascii="CIDFont+F1" w:eastAsia="Calibri" w:hAnsi="CIDFont+F1" w:cs="CIDFont+F1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3D9E"/>
    <w:multiLevelType w:val="hybridMultilevel"/>
    <w:tmpl w:val="34062554"/>
    <w:lvl w:ilvl="0" w:tplc="26A013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8C"/>
    <w:rsid w:val="000042CA"/>
    <w:rsid w:val="000043DA"/>
    <w:rsid w:val="000078AE"/>
    <w:rsid w:val="00010D3F"/>
    <w:rsid w:val="00012FDA"/>
    <w:rsid w:val="00013163"/>
    <w:rsid w:val="00013715"/>
    <w:rsid w:val="00013A90"/>
    <w:rsid w:val="00015154"/>
    <w:rsid w:val="00015A2A"/>
    <w:rsid w:val="00015ACA"/>
    <w:rsid w:val="00021EED"/>
    <w:rsid w:val="00023456"/>
    <w:rsid w:val="0002405F"/>
    <w:rsid w:val="00024305"/>
    <w:rsid w:val="00026F87"/>
    <w:rsid w:val="00034FD6"/>
    <w:rsid w:val="00042819"/>
    <w:rsid w:val="00044A64"/>
    <w:rsid w:val="00050227"/>
    <w:rsid w:val="00050621"/>
    <w:rsid w:val="00051724"/>
    <w:rsid w:val="00051B1C"/>
    <w:rsid w:val="000548D4"/>
    <w:rsid w:val="00054DFA"/>
    <w:rsid w:val="00055145"/>
    <w:rsid w:val="0005584E"/>
    <w:rsid w:val="00055F52"/>
    <w:rsid w:val="00056842"/>
    <w:rsid w:val="000568ED"/>
    <w:rsid w:val="00056E95"/>
    <w:rsid w:val="00057497"/>
    <w:rsid w:val="000578AE"/>
    <w:rsid w:val="0006084D"/>
    <w:rsid w:val="000626DD"/>
    <w:rsid w:val="00065305"/>
    <w:rsid w:val="00065315"/>
    <w:rsid w:val="000704F8"/>
    <w:rsid w:val="00070A06"/>
    <w:rsid w:val="00071CA7"/>
    <w:rsid w:val="00072E95"/>
    <w:rsid w:val="000806C3"/>
    <w:rsid w:val="00084177"/>
    <w:rsid w:val="00085D3E"/>
    <w:rsid w:val="00087039"/>
    <w:rsid w:val="0008767B"/>
    <w:rsid w:val="00092D54"/>
    <w:rsid w:val="000960D0"/>
    <w:rsid w:val="00096236"/>
    <w:rsid w:val="00096877"/>
    <w:rsid w:val="00097C73"/>
    <w:rsid w:val="000A0BA6"/>
    <w:rsid w:val="000A115E"/>
    <w:rsid w:val="000A2847"/>
    <w:rsid w:val="000A2C26"/>
    <w:rsid w:val="000A6A9E"/>
    <w:rsid w:val="000B271E"/>
    <w:rsid w:val="000B4711"/>
    <w:rsid w:val="000B58BE"/>
    <w:rsid w:val="000C01B2"/>
    <w:rsid w:val="000C7A02"/>
    <w:rsid w:val="000D0541"/>
    <w:rsid w:val="000D057A"/>
    <w:rsid w:val="000D07B2"/>
    <w:rsid w:val="000D1723"/>
    <w:rsid w:val="000D41EC"/>
    <w:rsid w:val="000D53E2"/>
    <w:rsid w:val="000D7D21"/>
    <w:rsid w:val="000E0AB3"/>
    <w:rsid w:val="000E1C91"/>
    <w:rsid w:val="000E308F"/>
    <w:rsid w:val="000E52E5"/>
    <w:rsid w:val="000F0F95"/>
    <w:rsid w:val="000F13A1"/>
    <w:rsid w:val="000F1898"/>
    <w:rsid w:val="000F24B7"/>
    <w:rsid w:val="000F34E4"/>
    <w:rsid w:val="000F527B"/>
    <w:rsid w:val="000F5396"/>
    <w:rsid w:val="000F5E27"/>
    <w:rsid w:val="00104F3B"/>
    <w:rsid w:val="00106B51"/>
    <w:rsid w:val="00106BA1"/>
    <w:rsid w:val="0010713C"/>
    <w:rsid w:val="00112C33"/>
    <w:rsid w:val="001135A1"/>
    <w:rsid w:val="001148FD"/>
    <w:rsid w:val="001157D0"/>
    <w:rsid w:val="001168DC"/>
    <w:rsid w:val="00116A52"/>
    <w:rsid w:val="00116ED2"/>
    <w:rsid w:val="00121CDE"/>
    <w:rsid w:val="00122F70"/>
    <w:rsid w:val="00125A7E"/>
    <w:rsid w:val="00125F74"/>
    <w:rsid w:val="00130DF0"/>
    <w:rsid w:val="001313E7"/>
    <w:rsid w:val="00140D64"/>
    <w:rsid w:val="00141BC6"/>
    <w:rsid w:val="00142D36"/>
    <w:rsid w:val="00142D80"/>
    <w:rsid w:val="001440A1"/>
    <w:rsid w:val="00144CB4"/>
    <w:rsid w:val="00145BA6"/>
    <w:rsid w:val="0014692E"/>
    <w:rsid w:val="00146DCD"/>
    <w:rsid w:val="0015040A"/>
    <w:rsid w:val="00150569"/>
    <w:rsid w:val="00151146"/>
    <w:rsid w:val="0015391D"/>
    <w:rsid w:val="00154146"/>
    <w:rsid w:val="00156755"/>
    <w:rsid w:val="00157D0D"/>
    <w:rsid w:val="00162104"/>
    <w:rsid w:val="00163939"/>
    <w:rsid w:val="001657AD"/>
    <w:rsid w:val="0016593B"/>
    <w:rsid w:val="00167DB7"/>
    <w:rsid w:val="00170270"/>
    <w:rsid w:val="00171C02"/>
    <w:rsid w:val="00171DF8"/>
    <w:rsid w:val="00172034"/>
    <w:rsid w:val="00173D95"/>
    <w:rsid w:val="00177957"/>
    <w:rsid w:val="00181D60"/>
    <w:rsid w:val="001822FE"/>
    <w:rsid w:val="00186D1D"/>
    <w:rsid w:val="001963C7"/>
    <w:rsid w:val="001974CB"/>
    <w:rsid w:val="00197868"/>
    <w:rsid w:val="001A0C18"/>
    <w:rsid w:val="001A1717"/>
    <w:rsid w:val="001B0EC5"/>
    <w:rsid w:val="001B4687"/>
    <w:rsid w:val="001C55F2"/>
    <w:rsid w:val="001C5ADC"/>
    <w:rsid w:val="001C6061"/>
    <w:rsid w:val="001C7FA4"/>
    <w:rsid w:val="001D17DF"/>
    <w:rsid w:val="001D33B3"/>
    <w:rsid w:val="001D5E54"/>
    <w:rsid w:val="001D6AD2"/>
    <w:rsid w:val="001D6E1E"/>
    <w:rsid w:val="001D77B4"/>
    <w:rsid w:val="001D7F4A"/>
    <w:rsid w:val="001E01EF"/>
    <w:rsid w:val="001E254B"/>
    <w:rsid w:val="001E295A"/>
    <w:rsid w:val="001E4329"/>
    <w:rsid w:val="001E4F84"/>
    <w:rsid w:val="001E71F0"/>
    <w:rsid w:val="001F1FB9"/>
    <w:rsid w:val="001F2902"/>
    <w:rsid w:val="001F36F7"/>
    <w:rsid w:val="001F4DFF"/>
    <w:rsid w:val="001F5295"/>
    <w:rsid w:val="001F5615"/>
    <w:rsid w:val="002010F8"/>
    <w:rsid w:val="00202592"/>
    <w:rsid w:val="00202671"/>
    <w:rsid w:val="00216A5A"/>
    <w:rsid w:val="00216B45"/>
    <w:rsid w:val="00217E76"/>
    <w:rsid w:val="00221306"/>
    <w:rsid w:val="00223CF4"/>
    <w:rsid w:val="00223DD5"/>
    <w:rsid w:val="0022423F"/>
    <w:rsid w:val="00232165"/>
    <w:rsid w:val="00232E69"/>
    <w:rsid w:val="00235AD3"/>
    <w:rsid w:val="00237B3C"/>
    <w:rsid w:val="00242671"/>
    <w:rsid w:val="00243D42"/>
    <w:rsid w:val="00244AA8"/>
    <w:rsid w:val="00251798"/>
    <w:rsid w:val="00251AEA"/>
    <w:rsid w:val="00253296"/>
    <w:rsid w:val="00254BED"/>
    <w:rsid w:val="002560BB"/>
    <w:rsid w:val="002665FD"/>
    <w:rsid w:val="00266C77"/>
    <w:rsid w:val="00270C0E"/>
    <w:rsid w:val="00272A21"/>
    <w:rsid w:val="002746C4"/>
    <w:rsid w:val="00274858"/>
    <w:rsid w:val="00275633"/>
    <w:rsid w:val="00275635"/>
    <w:rsid w:val="002762A6"/>
    <w:rsid w:val="00280AF7"/>
    <w:rsid w:val="00282263"/>
    <w:rsid w:val="002828D9"/>
    <w:rsid w:val="00283AD6"/>
    <w:rsid w:val="002841C4"/>
    <w:rsid w:val="00285BA3"/>
    <w:rsid w:val="002861F3"/>
    <w:rsid w:val="00286A7F"/>
    <w:rsid w:val="00287209"/>
    <w:rsid w:val="00287928"/>
    <w:rsid w:val="00290069"/>
    <w:rsid w:val="00290305"/>
    <w:rsid w:val="0029567C"/>
    <w:rsid w:val="00295AFE"/>
    <w:rsid w:val="002960B7"/>
    <w:rsid w:val="00296714"/>
    <w:rsid w:val="002A51DC"/>
    <w:rsid w:val="002A5622"/>
    <w:rsid w:val="002A65AA"/>
    <w:rsid w:val="002B27D8"/>
    <w:rsid w:val="002B3104"/>
    <w:rsid w:val="002B4283"/>
    <w:rsid w:val="002B5711"/>
    <w:rsid w:val="002B593F"/>
    <w:rsid w:val="002B5D5E"/>
    <w:rsid w:val="002C0362"/>
    <w:rsid w:val="002C197C"/>
    <w:rsid w:val="002C35D8"/>
    <w:rsid w:val="002C4A50"/>
    <w:rsid w:val="002C56D4"/>
    <w:rsid w:val="002C67F2"/>
    <w:rsid w:val="002D363B"/>
    <w:rsid w:val="002D399E"/>
    <w:rsid w:val="002D3CF0"/>
    <w:rsid w:val="002D5163"/>
    <w:rsid w:val="002D64FC"/>
    <w:rsid w:val="002D786D"/>
    <w:rsid w:val="002E0F5A"/>
    <w:rsid w:val="002E21B9"/>
    <w:rsid w:val="002E23C1"/>
    <w:rsid w:val="002E421A"/>
    <w:rsid w:val="002E525B"/>
    <w:rsid w:val="002E58D8"/>
    <w:rsid w:val="002E66CC"/>
    <w:rsid w:val="002E68DE"/>
    <w:rsid w:val="002E70C0"/>
    <w:rsid w:val="002F24D4"/>
    <w:rsid w:val="002F69C0"/>
    <w:rsid w:val="002F79ED"/>
    <w:rsid w:val="002F7C7D"/>
    <w:rsid w:val="00301B06"/>
    <w:rsid w:val="00301D44"/>
    <w:rsid w:val="00302C8D"/>
    <w:rsid w:val="00303028"/>
    <w:rsid w:val="003046E1"/>
    <w:rsid w:val="00304869"/>
    <w:rsid w:val="00305C89"/>
    <w:rsid w:val="0030607B"/>
    <w:rsid w:val="00310AB8"/>
    <w:rsid w:val="00310D66"/>
    <w:rsid w:val="00312687"/>
    <w:rsid w:val="00313FAF"/>
    <w:rsid w:val="00314850"/>
    <w:rsid w:val="00315EBB"/>
    <w:rsid w:val="00315FDC"/>
    <w:rsid w:val="003160D3"/>
    <w:rsid w:val="00320313"/>
    <w:rsid w:val="00321DC8"/>
    <w:rsid w:val="00324F10"/>
    <w:rsid w:val="00330815"/>
    <w:rsid w:val="003340CE"/>
    <w:rsid w:val="00335018"/>
    <w:rsid w:val="003356DF"/>
    <w:rsid w:val="0033621C"/>
    <w:rsid w:val="00337D55"/>
    <w:rsid w:val="00341EAE"/>
    <w:rsid w:val="00342A14"/>
    <w:rsid w:val="00343B90"/>
    <w:rsid w:val="00344D63"/>
    <w:rsid w:val="00345029"/>
    <w:rsid w:val="00351044"/>
    <w:rsid w:val="00352C24"/>
    <w:rsid w:val="00353416"/>
    <w:rsid w:val="00354508"/>
    <w:rsid w:val="00357E7E"/>
    <w:rsid w:val="003613FF"/>
    <w:rsid w:val="00361A54"/>
    <w:rsid w:val="00362048"/>
    <w:rsid w:val="00362166"/>
    <w:rsid w:val="003637C1"/>
    <w:rsid w:val="00363FB0"/>
    <w:rsid w:val="00364627"/>
    <w:rsid w:val="0036496F"/>
    <w:rsid w:val="003667E0"/>
    <w:rsid w:val="0036713B"/>
    <w:rsid w:val="00375CE3"/>
    <w:rsid w:val="00376289"/>
    <w:rsid w:val="00376487"/>
    <w:rsid w:val="00376B68"/>
    <w:rsid w:val="00383F55"/>
    <w:rsid w:val="003903C0"/>
    <w:rsid w:val="003908D4"/>
    <w:rsid w:val="00395A2A"/>
    <w:rsid w:val="00395F0B"/>
    <w:rsid w:val="003A1C17"/>
    <w:rsid w:val="003A2119"/>
    <w:rsid w:val="003A21E7"/>
    <w:rsid w:val="003A266F"/>
    <w:rsid w:val="003A38FD"/>
    <w:rsid w:val="003A4963"/>
    <w:rsid w:val="003A6C99"/>
    <w:rsid w:val="003A710B"/>
    <w:rsid w:val="003B186E"/>
    <w:rsid w:val="003B1B34"/>
    <w:rsid w:val="003B299E"/>
    <w:rsid w:val="003B44A7"/>
    <w:rsid w:val="003B457C"/>
    <w:rsid w:val="003B54E4"/>
    <w:rsid w:val="003B5A02"/>
    <w:rsid w:val="003C25F7"/>
    <w:rsid w:val="003C2BDD"/>
    <w:rsid w:val="003C7BD7"/>
    <w:rsid w:val="003D18B7"/>
    <w:rsid w:val="003D5655"/>
    <w:rsid w:val="003D5C88"/>
    <w:rsid w:val="003D6158"/>
    <w:rsid w:val="003D6C31"/>
    <w:rsid w:val="003E42D2"/>
    <w:rsid w:val="003E5353"/>
    <w:rsid w:val="003E5938"/>
    <w:rsid w:val="003E6B05"/>
    <w:rsid w:val="003E7C45"/>
    <w:rsid w:val="003F07E7"/>
    <w:rsid w:val="003F4D56"/>
    <w:rsid w:val="003F7315"/>
    <w:rsid w:val="00404E0E"/>
    <w:rsid w:val="00406A5B"/>
    <w:rsid w:val="00412FE2"/>
    <w:rsid w:val="00414496"/>
    <w:rsid w:val="00416247"/>
    <w:rsid w:val="0041650C"/>
    <w:rsid w:val="00416E7F"/>
    <w:rsid w:val="00417990"/>
    <w:rsid w:val="00421806"/>
    <w:rsid w:val="00424306"/>
    <w:rsid w:val="00435F11"/>
    <w:rsid w:val="00437125"/>
    <w:rsid w:val="00437FAF"/>
    <w:rsid w:val="00440128"/>
    <w:rsid w:val="00442B71"/>
    <w:rsid w:val="00443C4A"/>
    <w:rsid w:val="00444F1C"/>
    <w:rsid w:val="0044520B"/>
    <w:rsid w:val="00445548"/>
    <w:rsid w:val="00446251"/>
    <w:rsid w:val="004473AA"/>
    <w:rsid w:val="00451149"/>
    <w:rsid w:val="00452AA2"/>
    <w:rsid w:val="00453288"/>
    <w:rsid w:val="00454D86"/>
    <w:rsid w:val="004565C4"/>
    <w:rsid w:val="004603FB"/>
    <w:rsid w:val="0046043E"/>
    <w:rsid w:val="00460559"/>
    <w:rsid w:val="00461E32"/>
    <w:rsid w:val="0046499D"/>
    <w:rsid w:val="004650A0"/>
    <w:rsid w:val="00465338"/>
    <w:rsid w:val="004653D1"/>
    <w:rsid w:val="00473811"/>
    <w:rsid w:val="00473A3C"/>
    <w:rsid w:val="00473CAC"/>
    <w:rsid w:val="00474422"/>
    <w:rsid w:val="00476FD6"/>
    <w:rsid w:val="004804B1"/>
    <w:rsid w:val="00480C18"/>
    <w:rsid w:val="00481458"/>
    <w:rsid w:val="00481A2F"/>
    <w:rsid w:val="00481F56"/>
    <w:rsid w:val="004830EB"/>
    <w:rsid w:val="004902C3"/>
    <w:rsid w:val="0049116F"/>
    <w:rsid w:val="0049336C"/>
    <w:rsid w:val="00493EE1"/>
    <w:rsid w:val="004943ED"/>
    <w:rsid w:val="00494408"/>
    <w:rsid w:val="0049565C"/>
    <w:rsid w:val="0049615B"/>
    <w:rsid w:val="00496A47"/>
    <w:rsid w:val="00497056"/>
    <w:rsid w:val="004A0A58"/>
    <w:rsid w:val="004A3043"/>
    <w:rsid w:val="004A36B1"/>
    <w:rsid w:val="004A3A5D"/>
    <w:rsid w:val="004A56EC"/>
    <w:rsid w:val="004A6BBE"/>
    <w:rsid w:val="004A7561"/>
    <w:rsid w:val="004B1F1B"/>
    <w:rsid w:val="004B6A41"/>
    <w:rsid w:val="004C0F0A"/>
    <w:rsid w:val="004C119E"/>
    <w:rsid w:val="004C13D7"/>
    <w:rsid w:val="004C178B"/>
    <w:rsid w:val="004C43FB"/>
    <w:rsid w:val="004C556D"/>
    <w:rsid w:val="004D0470"/>
    <w:rsid w:val="004D3E93"/>
    <w:rsid w:val="004E47A5"/>
    <w:rsid w:val="004E6FE4"/>
    <w:rsid w:val="004E7238"/>
    <w:rsid w:val="004F3B59"/>
    <w:rsid w:val="004F57D5"/>
    <w:rsid w:val="004F76D1"/>
    <w:rsid w:val="005041D1"/>
    <w:rsid w:val="00505429"/>
    <w:rsid w:val="005078D3"/>
    <w:rsid w:val="005106CB"/>
    <w:rsid w:val="005114D0"/>
    <w:rsid w:val="00511BEE"/>
    <w:rsid w:val="005121E1"/>
    <w:rsid w:val="005162EA"/>
    <w:rsid w:val="00517521"/>
    <w:rsid w:val="00517E65"/>
    <w:rsid w:val="00521221"/>
    <w:rsid w:val="0052457E"/>
    <w:rsid w:val="00525395"/>
    <w:rsid w:val="00526043"/>
    <w:rsid w:val="00530AA7"/>
    <w:rsid w:val="00531A60"/>
    <w:rsid w:val="005345C3"/>
    <w:rsid w:val="005369A6"/>
    <w:rsid w:val="00537EE5"/>
    <w:rsid w:val="00540256"/>
    <w:rsid w:val="005441E0"/>
    <w:rsid w:val="0054428D"/>
    <w:rsid w:val="00552944"/>
    <w:rsid w:val="0055703B"/>
    <w:rsid w:val="00560DDD"/>
    <w:rsid w:val="0056168E"/>
    <w:rsid w:val="00562198"/>
    <w:rsid w:val="005676D6"/>
    <w:rsid w:val="00567A57"/>
    <w:rsid w:val="0057043F"/>
    <w:rsid w:val="00571B71"/>
    <w:rsid w:val="00572C5D"/>
    <w:rsid w:val="00573EB6"/>
    <w:rsid w:val="00580FC6"/>
    <w:rsid w:val="00585E74"/>
    <w:rsid w:val="00586776"/>
    <w:rsid w:val="00587A33"/>
    <w:rsid w:val="00587AED"/>
    <w:rsid w:val="0059418E"/>
    <w:rsid w:val="0059442C"/>
    <w:rsid w:val="00596961"/>
    <w:rsid w:val="005974BF"/>
    <w:rsid w:val="00597A48"/>
    <w:rsid w:val="005A0203"/>
    <w:rsid w:val="005A0CB7"/>
    <w:rsid w:val="005A2594"/>
    <w:rsid w:val="005A48EB"/>
    <w:rsid w:val="005B10CB"/>
    <w:rsid w:val="005B1F13"/>
    <w:rsid w:val="005B1FA9"/>
    <w:rsid w:val="005B2C59"/>
    <w:rsid w:val="005B2CFB"/>
    <w:rsid w:val="005B4CE6"/>
    <w:rsid w:val="005B56A0"/>
    <w:rsid w:val="005B5FC2"/>
    <w:rsid w:val="005B63F7"/>
    <w:rsid w:val="005B63FA"/>
    <w:rsid w:val="005B6D85"/>
    <w:rsid w:val="005C02EA"/>
    <w:rsid w:val="005C3165"/>
    <w:rsid w:val="005C33DC"/>
    <w:rsid w:val="005D04E2"/>
    <w:rsid w:val="005D091C"/>
    <w:rsid w:val="005D2679"/>
    <w:rsid w:val="005D2D3F"/>
    <w:rsid w:val="005D5BBC"/>
    <w:rsid w:val="005E0549"/>
    <w:rsid w:val="005F2D6B"/>
    <w:rsid w:val="006006F0"/>
    <w:rsid w:val="0060092A"/>
    <w:rsid w:val="00601C99"/>
    <w:rsid w:val="00602342"/>
    <w:rsid w:val="00603A21"/>
    <w:rsid w:val="00603E83"/>
    <w:rsid w:val="0060518B"/>
    <w:rsid w:val="00605A33"/>
    <w:rsid w:val="006154E6"/>
    <w:rsid w:val="00624CAC"/>
    <w:rsid w:val="006265CC"/>
    <w:rsid w:val="00627A0D"/>
    <w:rsid w:val="00631873"/>
    <w:rsid w:val="00632EB2"/>
    <w:rsid w:val="006334A6"/>
    <w:rsid w:val="00633E21"/>
    <w:rsid w:val="00635294"/>
    <w:rsid w:val="00636ED5"/>
    <w:rsid w:val="00637B79"/>
    <w:rsid w:val="00650CEA"/>
    <w:rsid w:val="006520AB"/>
    <w:rsid w:val="00652C3F"/>
    <w:rsid w:val="00657B7D"/>
    <w:rsid w:val="00660759"/>
    <w:rsid w:val="00660BBA"/>
    <w:rsid w:val="00661195"/>
    <w:rsid w:val="006650EE"/>
    <w:rsid w:val="00665945"/>
    <w:rsid w:val="00671109"/>
    <w:rsid w:val="00673171"/>
    <w:rsid w:val="00674AC8"/>
    <w:rsid w:val="00674B94"/>
    <w:rsid w:val="006750E6"/>
    <w:rsid w:val="00677AB6"/>
    <w:rsid w:val="00681931"/>
    <w:rsid w:val="00681C20"/>
    <w:rsid w:val="00682AB6"/>
    <w:rsid w:val="0068391E"/>
    <w:rsid w:val="00683AFF"/>
    <w:rsid w:val="00686102"/>
    <w:rsid w:val="00687EC9"/>
    <w:rsid w:val="006916B6"/>
    <w:rsid w:val="00692955"/>
    <w:rsid w:val="00693345"/>
    <w:rsid w:val="00695372"/>
    <w:rsid w:val="006A109E"/>
    <w:rsid w:val="006A268C"/>
    <w:rsid w:val="006A40AA"/>
    <w:rsid w:val="006A7039"/>
    <w:rsid w:val="006B0D7B"/>
    <w:rsid w:val="006B26F4"/>
    <w:rsid w:val="006B4400"/>
    <w:rsid w:val="006B544E"/>
    <w:rsid w:val="006B6EE5"/>
    <w:rsid w:val="006B76B0"/>
    <w:rsid w:val="006C0239"/>
    <w:rsid w:val="006C07FF"/>
    <w:rsid w:val="006C4A99"/>
    <w:rsid w:val="006C51DA"/>
    <w:rsid w:val="006C5E01"/>
    <w:rsid w:val="006C684A"/>
    <w:rsid w:val="006D0967"/>
    <w:rsid w:val="006D2A0A"/>
    <w:rsid w:val="006D36EF"/>
    <w:rsid w:val="006D4103"/>
    <w:rsid w:val="006D4401"/>
    <w:rsid w:val="006D5280"/>
    <w:rsid w:val="006E2C3D"/>
    <w:rsid w:val="006E3345"/>
    <w:rsid w:val="006E3EE2"/>
    <w:rsid w:val="006E44D9"/>
    <w:rsid w:val="006E451E"/>
    <w:rsid w:val="006E4BDE"/>
    <w:rsid w:val="006E5CCD"/>
    <w:rsid w:val="006E6088"/>
    <w:rsid w:val="006F02FF"/>
    <w:rsid w:val="006F2C44"/>
    <w:rsid w:val="006F2F02"/>
    <w:rsid w:val="006F3210"/>
    <w:rsid w:val="006F6298"/>
    <w:rsid w:val="00701710"/>
    <w:rsid w:val="00703045"/>
    <w:rsid w:val="007039B9"/>
    <w:rsid w:val="007051AC"/>
    <w:rsid w:val="00707BA6"/>
    <w:rsid w:val="00711449"/>
    <w:rsid w:val="007130B9"/>
    <w:rsid w:val="00713264"/>
    <w:rsid w:val="007138D1"/>
    <w:rsid w:val="0071442A"/>
    <w:rsid w:val="0071503D"/>
    <w:rsid w:val="0071622A"/>
    <w:rsid w:val="00721765"/>
    <w:rsid w:val="00723147"/>
    <w:rsid w:val="00723C5C"/>
    <w:rsid w:val="007255D6"/>
    <w:rsid w:val="00725898"/>
    <w:rsid w:val="00730546"/>
    <w:rsid w:val="00731896"/>
    <w:rsid w:val="00732285"/>
    <w:rsid w:val="00732E15"/>
    <w:rsid w:val="007354AF"/>
    <w:rsid w:val="007356B1"/>
    <w:rsid w:val="00736411"/>
    <w:rsid w:val="007364B4"/>
    <w:rsid w:val="007400B7"/>
    <w:rsid w:val="00742E28"/>
    <w:rsid w:val="007432C7"/>
    <w:rsid w:val="00744158"/>
    <w:rsid w:val="00745955"/>
    <w:rsid w:val="00747CFE"/>
    <w:rsid w:val="00747E19"/>
    <w:rsid w:val="00750FDE"/>
    <w:rsid w:val="0075354E"/>
    <w:rsid w:val="007557CB"/>
    <w:rsid w:val="00756318"/>
    <w:rsid w:val="00756EFF"/>
    <w:rsid w:val="00760198"/>
    <w:rsid w:val="00762DC4"/>
    <w:rsid w:val="00764550"/>
    <w:rsid w:val="00764A6D"/>
    <w:rsid w:val="00765D81"/>
    <w:rsid w:val="00767916"/>
    <w:rsid w:val="00772A78"/>
    <w:rsid w:val="00774B05"/>
    <w:rsid w:val="00775DBA"/>
    <w:rsid w:val="007765AD"/>
    <w:rsid w:val="00776BD1"/>
    <w:rsid w:val="00776BE8"/>
    <w:rsid w:val="007773CB"/>
    <w:rsid w:val="00780356"/>
    <w:rsid w:val="00780762"/>
    <w:rsid w:val="00782342"/>
    <w:rsid w:val="00782D23"/>
    <w:rsid w:val="007837DF"/>
    <w:rsid w:val="00783BBC"/>
    <w:rsid w:val="0078562B"/>
    <w:rsid w:val="007877EF"/>
    <w:rsid w:val="00790E0F"/>
    <w:rsid w:val="00794CFD"/>
    <w:rsid w:val="00794D94"/>
    <w:rsid w:val="007A423D"/>
    <w:rsid w:val="007B170E"/>
    <w:rsid w:val="007B3988"/>
    <w:rsid w:val="007B4399"/>
    <w:rsid w:val="007B49C2"/>
    <w:rsid w:val="007B50DA"/>
    <w:rsid w:val="007B5467"/>
    <w:rsid w:val="007B5D84"/>
    <w:rsid w:val="007C0000"/>
    <w:rsid w:val="007C1C23"/>
    <w:rsid w:val="007C2163"/>
    <w:rsid w:val="007C240D"/>
    <w:rsid w:val="007C277D"/>
    <w:rsid w:val="007C2B79"/>
    <w:rsid w:val="007C40F4"/>
    <w:rsid w:val="007C4A4F"/>
    <w:rsid w:val="007C6388"/>
    <w:rsid w:val="007D0CE1"/>
    <w:rsid w:val="007D3162"/>
    <w:rsid w:val="007D3959"/>
    <w:rsid w:val="007D50A4"/>
    <w:rsid w:val="007D629C"/>
    <w:rsid w:val="007D7756"/>
    <w:rsid w:val="007E3ABA"/>
    <w:rsid w:val="007E4A53"/>
    <w:rsid w:val="007E5574"/>
    <w:rsid w:val="007E6DC2"/>
    <w:rsid w:val="007F1D3A"/>
    <w:rsid w:val="007F1EBA"/>
    <w:rsid w:val="007F3409"/>
    <w:rsid w:val="007F4B08"/>
    <w:rsid w:val="007F646E"/>
    <w:rsid w:val="00800488"/>
    <w:rsid w:val="00800D2F"/>
    <w:rsid w:val="0080107B"/>
    <w:rsid w:val="00802383"/>
    <w:rsid w:val="00802AC1"/>
    <w:rsid w:val="00806BB2"/>
    <w:rsid w:val="00806C1A"/>
    <w:rsid w:val="00811DEA"/>
    <w:rsid w:val="00812B9F"/>
    <w:rsid w:val="00813692"/>
    <w:rsid w:val="00824715"/>
    <w:rsid w:val="00825388"/>
    <w:rsid w:val="0082570E"/>
    <w:rsid w:val="0082756F"/>
    <w:rsid w:val="00827F5E"/>
    <w:rsid w:val="00830171"/>
    <w:rsid w:val="00830C05"/>
    <w:rsid w:val="008312F3"/>
    <w:rsid w:val="00831A8A"/>
    <w:rsid w:val="008427E2"/>
    <w:rsid w:val="00843403"/>
    <w:rsid w:val="00843879"/>
    <w:rsid w:val="008446B2"/>
    <w:rsid w:val="00851079"/>
    <w:rsid w:val="00851F16"/>
    <w:rsid w:val="00852CA6"/>
    <w:rsid w:val="00855784"/>
    <w:rsid w:val="0085633F"/>
    <w:rsid w:val="008575ED"/>
    <w:rsid w:val="0086185B"/>
    <w:rsid w:val="0086334F"/>
    <w:rsid w:val="00870F25"/>
    <w:rsid w:val="00872023"/>
    <w:rsid w:val="00872A53"/>
    <w:rsid w:val="00875DF0"/>
    <w:rsid w:val="00876980"/>
    <w:rsid w:val="00877C77"/>
    <w:rsid w:val="00882970"/>
    <w:rsid w:val="00883ABA"/>
    <w:rsid w:val="00884EDE"/>
    <w:rsid w:val="008918D8"/>
    <w:rsid w:val="00893615"/>
    <w:rsid w:val="00893B40"/>
    <w:rsid w:val="00894944"/>
    <w:rsid w:val="00896421"/>
    <w:rsid w:val="00896704"/>
    <w:rsid w:val="008A01F5"/>
    <w:rsid w:val="008A4CA7"/>
    <w:rsid w:val="008B03FF"/>
    <w:rsid w:val="008B0974"/>
    <w:rsid w:val="008B35E6"/>
    <w:rsid w:val="008B403A"/>
    <w:rsid w:val="008B68F0"/>
    <w:rsid w:val="008C09DD"/>
    <w:rsid w:val="008C0C44"/>
    <w:rsid w:val="008C1A3C"/>
    <w:rsid w:val="008C24B1"/>
    <w:rsid w:val="008C3258"/>
    <w:rsid w:val="008C3975"/>
    <w:rsid w:val="008C4CFB"/>
    <w:rsid w:val="008C4D22"/>
    <w:rsid w:val="008C615B"/>
    <w:rsid w:val="008C67AF"/>
    <w:rsid w:val="008C71E2"/>
    <w:rsid w:val="008D068F"/>
    <w:rsid w:val="008D290D"/>
    <w:rsid w:val="008D2F23"/>
    <w:rsid w:val="008D7FEE"/>
    <w:rsid w:val="008E0FB2"/>
    <w:rsid w:val="008E26DB"/>
    <w:rsid w:val="008E3992"/>
    <w:rsid w:val="008E48FF"/>
    <w:rsid w:val="008E4C04"/>
    <w:rsid w:val="008E527B"/>
    <w:rsid w:val="008E7671"/>
    <w:rsid w:val="008F29A8"/>
    <w:rsid w:val="008F3B5F"/>
    <w:rsid w:val="008F4EA5"/>
    <w:rsid w:val="008F4FA6"/>
    <w:rsid w:val="008F6A9D"/>
    <w:rsid w:val="009014CB"/>
    <w:rsid w:val="0090479D"/>
    <w:rsid w:val="00906F46"/>
    <w:rsid w:val="00907103"/>
    <w:rsid w:val="00910020"/>
    <w:rsid w:val="009100D4"/>
    <w:rsid w:val="009169E2"/>
    <w:rsid w:val="00916F8C"/>
    <w:rsid w:val="009213B6"/>
    <w:rsid w:val="009220EA"/>
    <w:rsid w:val="00931096"/>
    <w:rsid w:val="00932A9E"/>
    <w:rsid w:val="00933EE6"/>
    <w:rsid w:val="00934911"/>
    <w:rsid w:val="00941B74"/>
    <w:rsid w:val="00943ED2"/>
    <w:rsid w:val="00947E77"/>
    <w:rsid w:val="009502A2"/>
    <w:rsid w:val="009520A6"/>
    <w:rsid w:val="00952B47"/>
    <w:rsid w:val="0095391D"/>
    <w:rsid w:val="00953CBA"/>
    <w:rsid w:val="00956076"/>
    <w:rsid w:val="00961F10"/>
    <w:rsid w:val="009633C3"/>
    <w:rsid w:val="00964245"/>
    <w:rsid w:val="00966371"/>
    <w:rsid w:val="00967899"/>
    <w:rsid w:val="00971FCB"/>
    <w:rsid w:val="00972D0C"/>
    <w:rsid w:val="0098004B"/>
    <w:rsid w:val="00981BE8"/>
    <w:rsid w:val="00981FE8"/>
    <w:rsid w:val="00983436"/>
    <w:rsid w:val="00983662"/>
    <w:rsid w:val="00983FCF"/>
    <w:rsid w:val="0098459E"/>
    <w:rsid w:val="009852D6"/>
    <w:rsid w:val="00992386"/>
    <w:rsid w:val="009A3710"/>
    <w:rsid w:val="009A67AA"/>
    <w:rsid w:val="009A730C"/>
    <w:rsid w:val="009B1F75"/>
    <w:rsid w:val="009B28F3"/>
    <w:rsid w:val="009B3013"/>
    <w:rsid w:val="009C495B"/>
    <w:rsid w:val="009C4FD1"/>
    <w:rsid w:val="009C5676"/>
    <w:rsid w:val="009D0D3C"/>
    <w:rsid w:val="009D396A"/>
    <w:rsid w:val="009D41F0"/>
    <w:rsid w:val="009D645A"/>
    <w:rsid w:val="009D77E8"/>
    <w:rsid w:val="009D7B8F"/>
    <w:rsid w:val="009D7D0D"/>
    <w:rsid w:val="009E4E32"/>
    <w:rsid w:val="009E61B4"/>
    <w:rsid w:val="009E6FD1"/>
    <w:rsid w:val="009F156D"/>
    <w:rsid w:val="009F4D02"/>
    <w:rsid w:val="009F62AC"/>
    <w:rsid w:val="00A019E5"/>
    <w:rsid w:val="00A02334"/>
    <w:rsid w:val="00A0246C"/>
    <w:rsid w:val="00A073BE"/>
    <w:rsid w:val="00A13045"/>
    <w:rsid w:val="00A13903"/>
    <w:rsid w:val="00A13B56"/>
    <w:rsid w:val="00A14F00"/>
    <w:rsid w:val="00A156FB"/>
    <w:rsid w:val="00A178D2"/>
    <w:rsid w:val="00A20BDC"/>
    <w:rsid w:val="00A23CE0"/>
    <w:rsid w:val="00A244E2"/>
    <w:rsid w:val="00A25A86"/>
    <w:rsid w:val="00A27929"/>
    <w:rsid w:val="00A30FA9"/>
    <w:rsid w:val="00A3114B"/>
    <w:rsid w:val="00A31455"/>
    <w:rsid w:val="00A32FCE"/>
    <w:rsid w:val="00A345A7"/>
    <w:rsid w:val="00A3461D"/>
    <w:rsid w:val="00A34B29"/>
    <w:rsid w:val="00A37F2F"/>
    <w:rsid w:val="00A40F72"/>
    <w:rsid w:val="00A43687"/>
    <w:rsid w:val="00A45B9D"/>
    <w:rsid w:val="00A46459"/>
    <w:rsid w:val="00A47C6C"/>
    <w:rsid w:val="00A56F7D"/>
    <w:rsid w:val="00A60C91"/>
    <w:rsid w:val="00A6114B"/>
    <w:rsid w:val="00A640FE"/>
    <w:rsid w:val="00A65073"/>
    <w:rsid w:val="00A6547C"/>
    <w:rsid w:val="00A661A4"/>
    <w:rsid w:val="00A66492"/>
    <w:rsid w:val="00A67C53"/>
    <w:rsid w:val="00A704DD"/>
    <w:rsid w:val="00A70E33"/>
    <w:rsid w:val="00A71796"/>
    <w:rsid w:val="00A72632"/>
    <w:rsid w:val="00A73BAC"/>
    <w:rsid w:val="00A73BE4"/>
    <w:rsid w:val="00A74921"/>
    <w:rsid w:val="00A74AEF"/>
    <w:rsid w:val="00A74C9A"/>
    <w:rsid w:val="00A778C7"/>
    <w:rsid w:val="00A81845"/>
    <w:rsid w:val="00A83C8D"/>
    <w:rsid w:val="00A845B2"/>
    <w:rsid w:val="00A8672E"/>
    <w:rsid w:val="00A901B2"/>
    <w:rsid w:val="00A90980"/>
    <w:rsid w:val="00A95A12"/>
    <w:rsid w:val="00A96499"/>
    <w:rsid w:val="00AA05C7"/>
    <w:rsid w:val="00AA1860"/>
    <w:rsid w:val="00AA2D5A"/>
    <w:rsid w:val="00AA3A85"/>
    <w:rsid w:val="00AA4DC5"/>
    <w:rsid w:val="00AA5E71"/>
    <w:rsid w:val="00AA6B36"/>
    <w:rsid w:val="00AA77A0"/>
    <w:rsid w:val="00AB32C5"/>
    <w:rsid w:val="00AB33D9"/>
    <w:rsid w:val="00AC03D2"/>
    <w:rsid w:val="00AC43FD"/>
    <w:rsid w:val="00AC5947"/>
    <w:rsid w:val="00AC5EB3"/>
    <w:rsid w:val="00AD2B11"/>
    <w:rsid w:val="00AD2FAA"/>
    <w:rsid w:val="00AD45F0"/>
    <w:rsid w:val="00AD4B25"/>
    <w:rsid w:val="00AD5197"/>
    <w:rsid w:val="00AD5E14"/>
    <w:rsid w:val="00AD60A3"/>
    <w:rsid w:val="00AE31AD"/>
    <w:rsid w:val="00AE36A0"/>
    <w:rsid w:val="00AE36B5"/>
    <w:rsid w:val="00AE38EB"/>
    <w:rsid w:val="00AE3BB4"/>
    <w:rsid w:val="00B002DA"/>
    <w:rsid w:val="00B0098D"/>
    <w:rsid w:val="00B01CA7"/>
    <w:rsid w:val="00B01CF0"/>
    <w:rsid w:val="00B03680"/>
    <w:rsid w:val="00B03C37"/>
    <w:rsid w:val="00B065D3"/>
    <w:rsid w:val="00B10A4B"/>
    <w:rsid w:val="00B115E4"/>
    <w:rsid w:val="00B14298"/>
    <w:rsid w:val="00B15325"/>
    <w:rsid w:val="00B21755"/>
    <w:rsid w:val="00B248EB"/>
    <w:rsid w:val="00B25213"/>
    <w:rsid w:val="00B25F8A"/>
    <w:rsid w:val="00B278AE"/>
    <w:rsid w:val="00B34137"/>
    <w:rsid w:val="00B36F8E"/>
    <w:rsid w:val="00B3745D"/>
    <w:rsid w:val="00B37B92"/>
    <w:rsid w:val="00B37D65"/>
    <w:rsid w:val="00B40233"/>
    <w:rsid w:val="00B440EB"/>
    <w:rsid w:val="00B45886"/>
    <w:rsid w:val="00B5462F"/>
    <w:rsid w:val="00B55BE0"/>
    <w:rsid w:val="00B56DED"/>
    <w:rsid w:val="00B56F94"/>
    <w:rsid w:val="00B60158"/>
    <w:rsid w:val="00B6120F"/>
    <w:rsid w:val="00B6577D"/>
    <w:rsid w:val="00B71C5B"/>
    <w:rsid w:val="00B74737"/>
    <w:rsid w:val="00B75725"/>
    <w:rsid w:val="00B75B1C"/>
    <w:rsid w:val="00B807A6"/>
    <w:rsid w:val="00B80973"/>
    <w:rsid w:val="00B8346E"/>
    <w:rsid w:val="00B83953"/>
    <w:rsid w:val="00B83BA2"/>
    <w:rsid w:val="00B84EE6"/>
    <w:rsid w:val="00B86307"/>
    <w:rsid w:val="00B879A3"/>
    <w:rsid w:val="00B9203E"/>
    <w:rsid w:val="00B93475"/>
    <w:rsid w:val="00B94870"/>
    <w:rsid w:val="00B94EE4"/>
    <w:rsid w:val="00BA2909"/>
    <w:rsid w:val="00BA3195"/>
    <w:rsid w:val="00BA36D8"/>
    <w:rsid w:val="00BA375A"/>
    <w:rsid w:val="00BA4C68"/>
    <w:rsid w:val="00BA5A35"/>
    <w:rsid w:val="00BA5C08"/>
    <w:rsid w:val="00BA7F30"/>
    <w:rsid w:val="00BB359E"/>
    <w:rsid w:val="00BB6B86"/>
    <w:rsid w:val="00BB6F39"/>
    <w:rsid w:val="00BC1F75"/>
    <w:rsid w:val="00BC215F"/>
    <w:rsid w:val="00BC21AA"/>
    <w:rsid w:val="00BC21EF"/>
    <w:rsid w:val="00BC38FD"/>
    <w:rsid w:val="00BC399E"/>
    <w:rsid w:val="00BC48FD"/>
    <w:rsid w:val="00BC4D2B"/>
    <w:rsid w:val="00BC5597"/>
    <w:rsid w:val="00BC7645"/>
    <w:rsid w:val="00BC79A0"/>
    <w:rsid w:val="00BD077A"/>
    <w:rsid w:val="00BD14B1"/>
    <w:rsid w:val="00BD204F"/>
    <w:rsid w:val="00BD4B5B"/>
    <w:rsid w:val="00BD6398"/>
    <w:rsid w:val="00BD6501"/>
    <w:rsid w:val="00BE1526"/>
    <w:rsid w:val="00BE304B"/>
    <w:rsid w:val="00BE738F"/>
    <w:rsid w:val="00BE7F5D"/>
    <w:rsid w:val="00BF0EEA"/>
    <w:rsid w:val="00BF123C"/>
    <w:rsid w:val="00BF1992"/>
    <w:rsid w:val="00BF395B"/>
    <w:rsid w:val="00BF599B"/>
    <w:rsid w:val="00C00615"/>
    <w:rsid w:val="00C02373"/>
    <w:rsid w:val="00C03E15"/>
    <w:rsid w:val="00C0455F"/>
    <w:rsid w:val="00C0605C"/>
    <w:rsid w:val="00C11E30"/>
    <w:rsid w:val="00C120B7"/>
    <w:rsid w:val="00C15C33"/>
    <w:rsid w:val="00C162AD"/>
    <w:rsid w:val="00C16901"/>
    <w:rsid w:val="00C16B49"/>
    <w:rsid w:val="00C179CA"/>
    <w:rsid w:val="00C17A38"/>
    <w:rsid w:val="00C2357C"/>
    <w:rsid w:val="00C27356"/>
    <w:rsid w:val="00C27891"/>
    <w:rsid w:val="00C27A94"/>
    <w:rsid w:val="00C30DB1"/>
    <w:rsid w:val="00C30F45"/>
    <w:rsid w:val="00C312CB"/>
    <w:rsid w:val="00C31657"/>
    <w:rsid w:val="00C321E0"/>
    <w:rsid w:val="00C33056"/>
    <w:rsid w:val="00C338AF"/>
    <w:rsid w:val="00C3460A"/>
    <w:rsid w:val="00C372FC"/>
    <w:rsid w:val="00C4076B"/>
    <w:rsid w:val="00C40B58"/>
    <w:rsid w:val="00C40C4F"/>
    <w:rsid w:val="00C41952"/>
    <w:rsid w:val="00C41AED"/>
    <w:rsid w:val="00C4325A"/>
    <w:rsid w:val="00C45A53"/>
    <w:rsid w:val="00C47AF6"/>
    <w:rsid w:val="00C47B45"/>
    <w:rsid w:val="00C503D2"/>
    <w:rsid w:val="00C516A9"/>
    <w:rsid w:val="00C540B9"/>
    <w:rsid w:val="00C54DDE"/>
    <w:rsid w:val="00C65017"/>
    <w:rsid w:val="00C656A0"/>
    <w:rsid w:val="00C65ABE"/>
    <w:rsid w:val="00C66E4F"/>
    <w:rsid w:val="00C71B1C"/>
    <w:rsid w:val="00C73561"/>
    <w:rsid w:val="00C73A7F"/>
    <w:rsid w:val="00C73AED"/>
    <w:rsid w:val="00C76BF0"/>
    <w:rsid w:val="00C76C1C"/>
    <w:rsid w:val="00C77DD5"/>
    <w:rsid w:val="00C82F5E"/>
    <w:rsid w:val="00C83BD3"/>
    <w:rsid w:val="00C9095D"/>
    <w:rsid w:val="00C921DE"/>
    <w:rsid w:val="00C94595"/>
    <w:rsid w:val="00C94ECD"/>
    <w:rsid w:val="00C960A2"/>
    <w:rsid w:val="00CA1469"/>
    <w:rsid w:val="00CA1B2C"/>
    <w:rsid w:val="00CA231D"/>
    <w:rsid w:val="00CA4C58"/>
    <w:rsid w:val="00CA5923"/>
    <w:rsid w:val="00CB3C61"/>
    <w:rsid w:val="00CB3DC3"/>
    <w:rsid w:val="00CC0E00"/>
    <w:rsid w:val="00CC2718"/>
    <w:rsid w:val="00CC38E6"/>
    <w:rsid w:val="00CC4410"/>
    <w:rsid w:val="00CC6618"/>
    <w:rsid w:val="00CC7297"/>
    <w:rsid w:val="00CD314C"/>
    <w:rsid w:val="00CD32CC"/>
    <w:rsid w:val="00CD405C"/>
    <w:rsid w:val="00CD54FF"/>
    <w:rsid w:val="00CD5A56"/>
    <w:rsid w:val="00CD77EF"/>
    <w:rsid w:val="00CE24C5"/>
    <w:rsid w:val="00CE5C03"/>
    <w:rsid w:val="00CF6507"/>
    <w:rsid w:val="00CF7650"/>
    <w:rsid w:val="00D02927"/>
    <w:rsid w:val="00D029A9"/>
    <w:rsid w:val="00D042B9"/>
    <w:rsid w:val="00D05ACC"/>
    <w:rsid w:val="00D068D2"/>
    <w:rsid w:val="00D10640"/>
    <w:rsid w:val="00D113F4"/>
    <w:rsid w:val="00D1377B"/>
    <w:rsid w:val="00D218D9"/>
    <w:rsid w:val="00D21C78"/>
    <w:rsid w:val="00D21E92"/>
    <w:rsid w:val="00D2631F"/>
    <w:rsid w:val="00D26C5A"/>
    <w:rsid w:val="00D303A5"/>
    <w:rsid w:val="00D30943"/>
    <w:rsid w:val="00D32E89"/>
    <w:rsid w:val="00D4185F"/>
    <w:rsid w:val="00D4213E"/>
    <w:rsid w:val="00D442B9"/>
    <w:rsid w:val="00D45EBE"/>
    <w:rsid w:val="00D50DC2"/>
    <w:rsid w:val="00D51D78"/>
    <w:rsid w:val="00D51ED9"/>
    <w:rsid w:val="00D56597"/>
    <w:rsid w:val="00D568D5"/>
    <w:rsid w:val="00D572ED"/>
    <w:rsid w:val="00D57676"/>
    <w:rsid w:val="00D6541F"/>
    <w:rsid w:val="00D667B5"/>
    <w:rsid w:val="00D67804"/>
    <w:rsid w:val="00D72A99"/>
    <w:rsid w:val="00D72CCB"/>
    <w:rsid w:val="00D730AD"/>
    <w:rsid w:val="00D73359"/>
    <w:rsid w:val="00D74F29"/>
    <w:rsid w:val="00D75117"/>
    <w:rsid w:val="00D76A9D"/>
    <w:rsid w:val="00D774E7"/>
    <w:rsid w:val="00D8162D"/>
    <w:rsid w:val="00D8169F"/>
    <w:rsid w:val="00D81D90"/>
    <w:rsid w:val="00D82996"/>
    <w:rsid w:val="00D85BC3"/>
    <w:rsid w:val="00D85FB5"/>
    <w:rsid w:val="00D860F0"/>
    <w:rsid w:val="00D872B8"/>
    <w:rsid w:val="00D90969"/>
    <w:rsid w:val="00D931BA"/>
    <w:rsid w:val="00D936C9"/>
    <w:rsid w:val="00D9479D"/>
    <w:rsid w:val="00D947D1"/>
    <w:rsid w:val="00D94B09"/>
    <w:rsid w:val="00DA10C9"/>
    <w:rsid w:val="00DA3C6E"/>
    <w:rsid w:val="00DA538D"/>
    <w:rsid w:val="00DA5A0E"/>
    <w:rsid w:val="00DA683F"/>
    <w:rsid w:val="00DA726A"/>
    <w:rsid w:val="00DB0466"/>
    <w:rsid w:val="00DB3F84"/>
    <w:rsid w:val="00DB7464"/>
    <w:rsid w:val="00DB76BE"/>
    <w:rsid w:val="00DC28F5"/>
    <w:rsid w:val="00DC48A4"/>
    <w:rsid w:val="00DC4B12"/>
    <w:rsid w:val="00DC5E4D"/>
    <w:rsid w:val="00DC68F0"/>
    <w:rsid w:val="00DC6BB7"/>
    <w:rsid w:val="00DD0459"/>
    <w:rsid w:val="00DD1F36"/>
    <w:rsid w:val="00DD2E7E"/>
    <w:rsid w:val="00DD4C35"/>
    <w:rsid w:val="00DD5BEA"/>
    <w:rsid w:val="00DD6950"/>
    <w:rsid w:val="00DE0A6C"/>
    <w:rsid w:val="00DE2282"/>
    <w:rsid w:val="00DE2B44"/>
    <w:rsid w:val="00DE6567"/>
    <w:rsid w:val="00DF0C1E"/>
    <w:rsid w:val="00DF1DFF"/>
    <w:rsid w:val="00DF7D75"/>
    <w:rsid w:val="00E0122E"/>
    <w:rsid w:val="00E01CAD"/>
    <w:rsid w:val="00E02EC7"/>
    <w:rsid w:val="00E034E9"/>
    <w:rsid w:val="00E0441C"/>
    <w:rsid w:val="00E102E6"/>
    <w:rsid w:val="00E10562"/>
    <w:rsid w:val="00E11B80"/>
    <w:rsid w:val="00E1437B"/>
    <w:rsid w:val="00E1509C"/>
    <w:rsid w:val="00E169ED"/>
    <w:rsid w:val="00E1703E"/>
    <w:rsid w:val="00E2117C"/>
    <w:rsid w:val="00E23BF8"/>
    <w:rsid w:val="00E26396"/>
    <w:rsid w:val="00E32215"/>
    <w:rsid w:val="00E3353E"/>
    <w:rsid w:val="00E33E04"/>
    <w:rsid w:val="00E37643"/>
    <w:rsid w:val="00E40A3B"/>
    <w:rsid w:val="00E41D20"/>
    <w:rsid w:val="00E42437"/>
    <w:rsid w:val="00E44973"/>
    <w:rsid w:val="00E45200"/>
    <w:rsid w:val="00E45EC6"/>
    <w:rsid w:val="00E462BC"/>
    <w:rsid w:val="00E472F8"/>
    <w:rsid w:val="00E474CA"/>
    <w:rsid w:val="00E50809"/>
    <w:rsid w:val="00E510AC"/>
    <w:rsid w:val="00E5198A"/>
    <w:rsid w:val="00E52B53"/>
    <w:rsid w:val="00E53C10"/>
    <w:rsid w:val="00E53C6D"/>
    <w:rsid w:val="00E5651B"/>
    <w:rsid w:val="00E56C26"/>
    <w:rsid w:val="00E57748"/>
    <w:rsid w:val="00E6078F"/>
    <w:rsid w:val="00E640CB"/>
    <w:rsid w:val="00E6685E"/>
    <w:rsid w:val="00E704C4"/>
    <w:rsid w:val="00E710C6"/>
    <w:rsid w:val="00E71F00"/>
    <w:rsid w:val="00E73386"/>
    <w:rsid w:val="00E734D1"/>
    <w:rsid w:val="00E77DCC"/>
    <w:rsid w:val="00E82A8F"/>
    <w:rsid w:val="00E830AE"/>
    <w:rsid w:val="00E90895"/>
    <w:rsid w:val="00E92347"/>
    <w:rsid w:val="00EA6678"/>
    <w:rsid w:val="00EA6FCF"/>
    <w:rsid w:val="00EB0D7D"/>
    <w:rsid w:val="00EB1109"/>
    <w:rsid w:val="00EB19AD"/>
    <w:rsid w:val="00EB5C9C"/>
    <w:rsid w:val="00EC103C"/>
    <w:rsid w:val="00EC2E53"/>
    <w:rsid w:val="00EC320B"/>
    <w:rsid w:val="00EC7E4B"/>
    <w:rsid w:val="00ED283D"/>
    <w:rsid w:val="00ED4C36"/>
    <w:rsid w:val="00EE0537"/>
    <w:rsid w:val="00EE08EB"/>
    <w:rsid w:val="00EE36E2"/>
    <w:rsid w:val="00EE3801"/>
    <w:rsid w:val="00EE53B4"/>
    <w:rsid w:val="00EE56B5"/>
    <w:rsid w:val="00EE6066"/>
    <w:rsid w:val="00EF28C4"/>
    <w:rsid w:val="00EF3F6C"/>
    <w:rsid w:val="00EF5C2F"/>
    <w:rsid w:val="00EF66AD"/>
    <w:rsid w:val="00F021CF"/>
    <w:rsid w:val="00F05709"/>
    <w:rsid w:val="00F0573D"/>
    <w:rsid w:val="00F06413"/>
    <w:rsid w:val="00F07710"/>
    <w:rsid w:val="00F07AC9"/>
    <w:rsid w:val="00F129F0"/>
    <w:rsid w:val="00F21C1B"/>
    <w:rsid w:val="00F22A0D"/>
    <w:rsid w:val="00F25A22"/>
    <w:rsid w:val="00F25D02"/>
    <w:rsid w:val="00F32597"/>
    <w:rsid w:val="00F33FA6"/>
    <w:rsid w:val="00F34117"/>
    <w:rsid w:val="00F35B5A"/>
    <w:rsid w:val="00F35F52"/>
    <w:rsid w:val="00F3605F"/>
    <w:rsid w:val="00F3644F"/>
    <w:rsid w:val="00F36F96"/>
    <w:rsid w:val="00F41322"/>
    <w:rsid w:val="00F42AC0"/>
    <w:rsid w:val="00F42C1B"/>
    <w:rsid w:val="00F46527"/>
    <w:rsid w:val="00F46554"/>
    <w:rsid w:val="00F4778F"/>
    <w:rsid w:val="00F51233"/>
    <w:rsid w:val="00F57159"/>
    <w:rsid w:val="00F5752F"/>
    <w:rsid w:val="00F7046B"/>
    <w:rsid w:val="00F728BC"/>
    <w:rsid w:val="00F73B86"/>
    <w:rsid w:val="00F75662"/>
    <w:rsid w:val="00F77649"/>
    <w:rsid w:val="00F81093"/>
    <w:rsid w:val="00F8302F"/>
    <w:rsid w:val="00F84ADD"/>
    <w:rsid w:val="00F86C3C"/>
    <w:rsid w:val="00F8751E"/>
    <w:rsid w:val="00F92069"/>
    <w:rsid w:val="00F942B3"/>
    <w:rsid w:val="00F94BFF"/>
    <w:rsid w:val="00F95694"/>
    <w:rsid w:val="00F95AB6"/>
    <w:rsid w:val="00F962F8"/>
    <w:rsid w:val="00F9696A"/>
    <w:rsid w:val="00F97AA8"/>
    <w:rsid w:val="00FA160C"/>
    <w:rsid w:val="00FA1B4A"/>
    <w:rsid w:val="00FA434A"/>
    <w:rsid w:val="00FA4DD3"/>
    <w:rsid w:val="00FA7404"/>
    <w:rsid w:val="00FB1A63"/>
    <w:rsid w:val="00FB1BB2"/>
    <w:rsid w:val="00FB4198"/>
    <w:rsid w:val="00FB6063"/>
    <w:rsid w:val="00FC1003"/>
    <w:rsid w:val="00FC12AE"/>
    <w:rsid w:val="00FC1EAE"/>
    <w:rsid w:val="00FC5927"/>
    <w:rsid w:val="00FC6367"/>
    <w:rsid w:val="00FC7432"/>
    <w:rsid w:val="00FC7A4C"/>
    <w:rsid w:val="00FD0462"/>
    <w:rsid w:val="00FD136E"/>
    <w:rsid w:val="00FD296A"/>
    <w:rsid w:val="00FD2A44"/>
    <w:rsid w:val="00FD34A3"/>
    <w:rsid w:val="00FD3898"/>
    <w:rsid w:val="00FD3EEF"/>
    <w:rsid w:val="00FD495E"/>
    <w:rsid w:val="00FD51B4"/>
    <w:rsid w:val="00FD6C32"/>
    <w:rsid w:val="00FE2099"/>
    <w:rsid w:val="00FE32F0"/>
    <w:rsid w:val="00FE32F1"/>
    <w:rsid w:val="00FE45DC"/>
    <w:rsid w:val="00FE7379"/>
    <w:rsid w:val="00FE7E01"/>
    <w:rsid w:val="00FF1581"/>
    <w:rsid w:val="00FF180D"/>
    <w:rsid w:val="00FF2370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BC8D41-11D4-4B8C-A93E-07049431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179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5179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5179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51798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780356"/>
    <w:rPr>
      <w:color w:val="0563C1"/>
      <w:u w:val="single"/>
    </w:rPr>
  </w:style>
  <w:style w:type="table" w:styleId="Mkatabulky">
    <w:name w:val="Table Grid"/>
    <w:basedOn w:val="Normlntabulka"/>
    <w:uiPriority w:val="39"/>
    <w:rsid w:val="00315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52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52AA2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A31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\Desktop\Solatube%20-%20technick&#253;%20popis%20sv&#283;tlovod&#36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Solatube - technický popis světlovodů</Template>
  <TotalTime>10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cp:lastPrinted>2016-12-15T07:32:00Z</cp:lastPrinted>
  <dcterms:created xsi:type="dcterms:W3CDTF">2021-04-06T11:48:00Z</dcterms:created>
  <dcterms:modified xsi:type="dcterms:W3CDTF">2021-04-06T12:44:00Z</dcterms:modified>
</cp:coreProperties>
</file>